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40B" w:rsidRPr="00E62729" w:rsidRDefault="00C57EC0" w:rsidP="00C57EC0">
      <w:pPr>
        <w:jc w:val="right"/>
        <w:rPr>
          <w:rFonts w:ascii="Calibri" w:hAnsi="Calibri" w:cs="Calibri"/>
        </w:rPr>
      </w:pPr>
      <w:bookmarkStart w:id="0" w:name="_GoBack"/>
      <w:bookmarkEnd w:id="0"/>
      <w:r w:rsidRPr="00E62729">
        <w:rPr>
          <w:rFonts w:ascii="Calibri" w:hAnsi="Calibri" w:cs="Calibri"/>
        </w:rPr>
        <w:t xml:space="preserve">Anexa </w:t>
      </w:r>
      <w:r w:rsidR="000E0D0E" w:rsidRPr="00E62729">
        <w:rPr>
          <w:rFonts w:ascii="Calibri" w:hAnsi="Calibri" w:cs="Calibri"/>
        </w:rPr>
        <w:t>9</w:t>
      </w:r>
    </w:p>
    <w:p w:rsidR="0016540B" w:rsidRPr="00E62729" w:rsidRDefault="0016540B" w:rsidP="0016540B"/>
    <w:p w:rsidR="004F242A" w:rsidRPr="009D756D" w:rsidRDefault="004F242A" w:rsidP="004F242A">
      <w:pPr>
        <w:pStyle w:val="Antet"/>
        <w:jc w:val="both"/>
        <w:rPr>
          <w:rFonts w:ascii="Calibri" w:eastAsia="Calibri" w:hAnsi="Calibri" w:cs="Calibri"/>
          <w:b/>
        </w:rPr>
      </w:pPr>
      <w:bookmarkStart w:id="1" w:name="_Hlk137563201"/>
      <w:r w:rsidRPr="009D756D">
        <w:rPr>
          <w:rFonts w:ascii="Calibri" w:eastAsia="Calibri" w:hAnsi="Calibri" w:cs="Calibri"/>
          <w:b/>
        </w:rPr>
        <w:t xml:space="preserve">Programul Regiunea Centru </w:t>
      </w:r>
    </w:p>
    <w:p w:rsidR="004F242A" w:rsidRPr="009D756D" w:rsidRDefault="004F242A" w:rsidP="004F242A">
      <w:pPr>
        <w:pStyle w:val="Antet"/>
        <w:jc w:val="both"/>
        <w:rPr>
          <w:rFonts w:ascii="Calibri" w:eastAsia="Calibri" w:hAnsi="Calibri" w:cs="Calibri"/>
          <w:b/>
        </w:rPr>
      </w:pPr>
      <w:r w:rsidRPr="009D756D">
        <w:rPr>
          <w:rFonts w:ascii="Calibri" w:eastAsia="Calibri" w:hAnsi="Calibri" w:cs="Calibri"/>
          <w:b/>
        </w:rPr>
        <w:t>Prioritatea 1 O regiune competitivă prin inovare și întreprinderi dinamice pentru o economie inteligentă</w:t>
      </w:r>
    </w:p>
    <w:p w:rsidR="004F242A" w:rsidRPr="009D756D" w:rsidRDefault="004F242A" w:rsidP="004F242A">
      <w:pPr>
        <w:pStyle w:val="Antet"/>
        <w:jc w:val="both"/>
        <w:rPr>
          <w:rFonts w:ascii="Calibri" w:eastAsia="Calibri" w:hAnsi="Calibri" w:cs="Calibri"/>
          <w:b/>
        </w:rPr>
      </w:pPr>
      <w:r w:rsidRPr="009D756D">
        <w:rPr>
          <w:rFonts w:ascii="Calibri" w:eastAsia="Calibri" w:hAnsi="Calibri" w:cs="Calibri"/>
          <w:b/>
        </w:rPr>
        <w:t xml:space="preserve">Acțiunea 1 Dezvoltarea structurilor CDI și TT în folosul întreprinderilor </w:t>
      </w:r>
    </w:p>
    <w:p w:rsidR="004F242A" w:rsidRPr="009D756D" w:rsidRDefault="004F242A" w:rsidP="004F242A">
      <w:pPr>
        <w:pStyle w:val="Antet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Intervenția 1.1.1</w:t>
      </w:r>
      <w:r w:rsidRPr="009D756D">
        <w:rPr>
          <w:rFonts w:ascii="Calibri" w:eastAsia="Calibri" w:hAnsi="Calibri" w:cs="Calibri"/>
          <w:b/>
        </w:rPr>
        <w:t xml:space="preserve"> Dezvoltarea capacităților </w:t>
      </w:r>
      <w:r>
        <w:rPr>
          <w:rFonts w:ascii="Calibri" w:eastAsia="Calibri" w:hAnsi="Calibri" w:cs="Calibri"/>
          <w:b/>
        </w:rPr>
        <w:t>publice</w:t>
      </w:r>
      <w:r w:rsidRPr="009D756D">
        <w:rPr>
          <w:rFonts w:ascii="Calibri" w:eastAsia="Calibri" w:hAnsi="Calibri" w:cs="Calibri"/>
          <w:b/>
        </w:rPr>
        <w:t xml:space="preserve"> de CDI</w:t>
      </w:r>
    </w:p>
    <w:p w:rsidR="004F242A" w:rsidRPr="009D756D" w:rsidRDefault="004F242A" w:rsidP="004F242A">
      <w:pPr>
        <w:pStyle w:val="Antet"/>
        <w:jc w:val="both"/>
        <w:rPr>
          <w:rFonts w:ascii="Calibri" w:eastAsia="Calibri" w:hAnsi="Calibri" w:cs="Calibri"/>
          <w:b/>
        </w:rPr>
      </w:pPr>
      <w:r w:rsidRPr="009D756D">
        <w:rPr>
          <w:rFonts w:ascii="Calibri" w:eastAsia="Calibri" w:hAnsi="Calibri" w:cs="Calibri"/>
          <w:b/>
        </w:rPr>
        <w:t>OS 1.1 Dezvoltarea și sporirea capacităților de cercetare și inovare și adoptarea tehnologiilor avansate.</w:t>
      </w:r>
    </w:p>
    <w:p w:rsidR="0016540B" w:rsidRPr="00E62729" w:rsidRDefault="004F242A" w:rsidP="004F242A">
      <w:pPr>
        <w:pStyle w:val="Antet"/>
        <w:jc w:val="both"/>
        <w:rPr>
          <w:rFonts w:ascii="Calibri" w:eastAsia="Calibri" w:hAnsi="Calibri" w:cs="Calibri"/>
          <w:b/>
        </w:rPr>
      </w:pPr>
      <w:r w:rsidRPr="009D756D">
        <w:rPr>
          <w:rFonts w:ascii="Calibri" w:eastAsia="Calibri" w:hAnsi="Calibri" w:cs="Calibri"/>
          <w:b/>
        </w:rPr>
        <w:t>OS 1.4 Dezvoltarea competențelor pentru specializarea inteligentă, tranziție industrială și antreprenoriat</w:t>
      </w:r>
    </w:p>
    <w:p w:rsidR="003C2B68" w:rsidRPr="0016540B" w:rsidRDefault="003C2B68" w:rsidP="00E62729">
      <w:pPr>
        <w:pStyle w:val="Antet"/>
        <w:jc w:val="both"/>
        <w:rPr>
          <w:rFonts w:ascii="Calibri" w:eastAsia="Calibri" w:hAnsi="Calibri" w:cs="Calibri"/>
          <w:b/>
          <w:sz w:val="22"/>
          <w:szCs w:val="22"/>
        </w:rPr>
      </w:pPr>
    </w:p>
    <w:bookmarkEnd w:id="1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E42F15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:rsidR="00E8700E" w:rsidRPr="00E42F15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:rsidR="009125B1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:rsidR="00E8700E" w:rsidRPr="00E42F15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:rsidR="00E8700E" w:rsidRPr="00E42F15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E42F15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E42F15" w:rsidTr="00E8700E">
        <w:trPr>
          <w:trHeight w:val="4070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E42F15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E42F15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E8700E" w:rsidRPr="00E42F15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E8700E" w:rsidRPr="00E42F15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E8700E" w:rsidRPr="00E42F15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E42F15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E8700E" w:rsidRPr="00E42F15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:rsidR="00E8700E" w:rsidRPr="00E8700E" w:rsidRDefault="00E8700E" w:rsidP="00B463E2">
      <w:pPr>
        <w:tabs>
          <w:tab w:val="center" w:pos="4320"/>
          <w:tab w:val="right" w:pos="8640"/>
        </w:tabs>
        <w:rPr>
          <w:noProof w:val="0"/>
          <w:lang w:eastAsia="en-US"/>
        </w:rPr>
      </w:pPr>
    </w:p>
    <w:p w:rsidR="00E8700E" w:rsidRPr="00E8700E" w:rsidRDefault="00E8700E" w:rsidP="00E8700E">
      <w:pPr>
        <w:rPr>
          <w:noProof w:val="0"/>
          <w:lang w:eastAsia="en-US"/>
        </w:rPr>
      </w:pPr>
    </w:p>
    <w:tbl>
      <w:tblPr>
        <w:tblW w:w="1008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5"/>
        <w:gridCol w:w="1666"/>
        <w:gridCol w:w="3226"/>
        <w:gridCol w:w="2283"/>
      </w:tblGrid>
      <w:tr w:rsidR="00E8700E" w:rsidRPr="00E42F15" w:rsidTr="00E870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E42F15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lastRenderedPageBreak/>
              <w:br w:type="page"/>
              <w:t xml:space="preserve">    B. Datele de identificare a 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E8700E" w:rsidRPr="00E42F15" w:rsidTr="00E870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E42F15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E42F15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E42F15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E42F15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E42F15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E42F15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E42F15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E42F15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E42F15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E42F15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E42F15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E42F15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Prioritate de investiție</w:t>
                        </w:r>
                      </w:p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E42F15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E42F15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E42F15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E42F15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B463E2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…………………………………………(numele 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>reprezentantului/împuternicitului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 xml:space="preserve">în calitate de reprezentant/împuternicit al .......................... (numele și statutul juridic al 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>solicitant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>ului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 de finanțare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>/partenerilor)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E42F15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 xml:space="preserve">sub sancțiunile aplicabile faptei de fals în declarații, declar că pentru achizițiile cuprinse </w:t>
            </w:r>
            <w:r w:rsidR="00033F57">
              <w:rPr>
                <w:rFonts w:ascii="Calibri" w:hAnsi="Calibri" w:cs="Calibri"/>
                <w:noProof w:val="0"/>
                <w:lang w:eastAsia="en-US"/>
              </w:rPr>
              <w:t xml:space="preserve">în prezentul proiect TVA nu a fost și nu va fi solicitată la rambursare conform legației naționale în domeniul fiscal. </w:t>
            </w:r>
          </w:p>
          <w:p w:rsidR="00B463E2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B463E2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B463E2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E42F15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F35F03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rPr>
          <w:trHeight w:val="666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163E" w:rsidRPr="00E42F15" w:rsidRDefault="001F163E" w:rsidP="00E8700E">
            <w:pPr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2905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    Numele </w:t>
            </w:r>
            <w:proofErr w:type="spellStart"/>
            <w:r w:rsidRPr="00E42F15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 prenumele*):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      Semnătura </w:t>
            </w:r>
            <w:proofErr w:type="spellStart"/>
            <w:r w:rsidRPr="00E42F15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E42F15">
              <w:rPr>
                <w:rFonts w:ascii="Calibri" w:hAnsi="Calibri" w:cs="Calibri"/>
                <w:noProof w:val="0"/>
                <w:lang w:eastAsia="en-US"/>
              </w:rPr>
              <w:t> ștampila      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2905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22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5F03" w:rsidRDefault="00F35F03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F35F03" w:rsidRDefault="00F35F03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F35F03" w:rsidRDefault="00F35F03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F35F03" w:rsidRDefault="00F35F03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F35F03" w:rsidRDefault="00F35F03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solicitantului.</w:t>
            </w:r>
          </w:p>
        </w:tc>
      </w:tr>
    </w:tbl>
    <w:p w:rsidR="00B73711" w:rsidRPr="0016540B" w:rsidRDefault="00B73711" w:rsidP="00974B27">
      <w:pPr>
        <w:pStyle w:val="Titlu3"/>
        <w:rPr>
          <w:rFonts w:ascii="Calibri" w:hAnsi="Calibri" w:cs="Calibri"/>
          <w:color w:val="0070C0"/>
        </w:rPr>
      </w:pPr>
    </w:p>
    <w:sectPr w:rsidR="00B73711" w:rsidRPr="0016540B" w:rsidSect="006816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AEA" w:rsidRDefault="00763AEA">
      <w:r>
        <w:separator/>
      </w:r>
    </w:p>
  </w:endnote>
  <w:endnote w:type="continuationSeparator" w:id="0">
    <w:p w:rsidR="00763AEA" w:rsidRDefault="00763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C85614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C85614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AEA" w:rsidRDefault="00763AEA">
      <w:r>
        <w:separator/>
      </w:r>
    </w:p>
  </w:footnote>
  <w:footnote w:type="continuationSeparator" w:id="0">
    <w:p w:rsidR="00763AEA" w:rsidRDefault="00763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C85614">
    <w:pPr>
      <w:pStyle w:val="Antet"/>
      <w:rPr>
        <w:color w:val="999999"/>
      </w:rPr>
    </w:pPr>
    <w:r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4F242A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4F242A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C85614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110896"/>
    <w:rsid w:val="00114571"/>
    <w:rsid w:val="001175F2"/>
    <w:rsid w:val="0012685D"/>
    <w:rsid w:val="001357F6"/>
    <w:rsid w:val="00141ED9"/>
    <w:rsid w:val="00144BFD"/>
    <w:rsid w:val="0016540B"/>
    <w:rsid w:val="00183F78"/>
    <w:rsid w:val="001C4BDF"/>
    <w:rsid w:val="001D5E1B"/>
    <w:rsid w:val="001E7D06"/>
    <w:rsid w:val="001F163E"/>
    <w:rsid w:val="00243C03"/>
    <w:rsid w:val="00243E78"/>
    <w:rsid w:val="00255002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C0CF4"/>
    <w:rsid w:val="003C2B68"/>
    <w:rsid w:val="003D494E"/>
    <w:rsid w:val="003E2E03"/>
    <w:rsid w:val="0041614F"/>
    <w:rsid w:val="00472B87"/>
    <w:rsid w:val="00474F02"/>
    <w:rsid w:val="00481FDD"/>
    <w:rsid w:val="004A380E"/>
    <w:rsid w:val="004C45ED"/>
    <w:rsid w:val="004F242A"/>
    <w:rsid w:val="00523BEA"/>
    <w:rsid w:val="005266F7"/>
    <w:rsid w:val="00561F8E"/>
    <w:rsid w:val="00584A23"/>
    <w:rsid w:val="005A2511"/>
    <w:rsid w:val="005A6B00"/>
    <w:rsid w:val="005C21C9"/>
    <w:rsid w:val="005C7AFF"/>
    <w:rsid w:val="005E04A0"/>
    <w:rsid w:val="00612F96"/>
    <w:rsid w:val="0062600F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54551"/>
    <w:rsid w:val="00757A9D"/>
    <w:rsid w:val="00763AEA"/>
    <w:rsid w:val="00796354"/>
    <w:rsid w:val="007A69A6"/>
    <w:rsid w:val="007C403D"/>
    <w:rsid w:val="007D40F0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74B27"/>
    <w:rsid w:val="009F711B"/>
    <w:rsid w:val="00A06DE4"/>
    <w:rsid w:val="00A4712A"/>
    <w:rsid w:val="00A82042"/>
    <w:rsid w:val="00A96492"/>
    <w:rsid w:val="00AB1EDA"/>
    <w:rsid w:val="00AE4990"/>
    <w:rsid w:val="00B15233"/>
    <w:rsid w:val="00B24E12"/>
    <w:rsid w:val="00B463E2"/>
    <w:rsid w:val="00B565C5"/>
    <w:rsid w:val="00B73711"/>
    <w:rsid w:val="00B920FA"/>
    <w:rsid w:val="00BD3175"/>
    <w:rsid w:val="00C05C7A"/>
    <w:rsid w:val="00C416F1"/>
    <w:rsid w:val="00C57EC0"/>
    <w:rsid w:val="00C707BE"/>
    <w:rsid w:val="00C82AD1"/>
    <w:rsid w:val="00C85614"/>
    <w:rsid w:val="00C87F85"/>
    <w:rsid w:val="00C916A3"/>
    <w:rsid w:val="00CC6C98"/>
    <w:rsid w:val="00D20F33"/>
    <w:rsid w:val="00D22014"/>
    <w:rsid w:val="00D34391"/>
    <w:rsid w:val="00D63277"/>
    <w:rsid w:val="00D94812"/>
    <w:rsid w:val="00DB59B7"/>
    <w:rsid w:val="00DD113C"/>
    <w:rsid w:val="00E31672"/>
    <w:rsid w:val="00E42F15"/>
    <w:rsid w:val="00E44DDB"/>
    <w:rsid w:val="00E556BF"/>
    <w:rsid w:val="00E62729"/>
    <w:rsid w:val="00E753B1"/>
    <w:rsid w:val="00E8513F"/>
    <w:rsid w:val="00E8700E"/>
    <w:rsid w:val="00E91751"/>
    <w:rsid w:val="00E94ED1"/>
    <w:rsid w:val="00EA048C"/>
    <w:rsid w:val="00EA2842"/>
    <w:rsid w:val="00EB4E46"/>
    <w:rsid w:val="00EF25AA"/>
    <w:rsid w:val="00EF6CD7"/>
    <w:rsid w:val="00F12E7F"/>
    <w:rsid w:val="00F302EB"/>
    <w:rsid w:val="00F35E6C"/>
    <w:rsid w:val="00F35F03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68A73056-F821-4104-87D7-660B81EE1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rsid w:val="00973F0D"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Textsimplu">
    <w:name w:val="Plain Text"/>
    <w:basedOn w:val="Normal"/>
    <w:link w:val="TextsimpluCaracte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16540B"/>
    <w:rPr>
      <w:rFonts w:ascii="Trebuchet MS" w:hAnsi="Trebuchet MS"/>
      <w:sz w:val="16"/>
      <w:lang w:eastAsia="en-US"/>
    </w:rPr>
  </w:style>
  <w:style w:type="character" w:styleId="Referinnotdesubsol">
    <w:name w:val="footnote reference"/>
    <w:aliases w:val="Footnote symbol"/>
    <w:rsid w:val="0016540B"/>
    <w:rPr>
      <w:vertAlign w:val="superscript"/>
    </w:rPr>
  </w:style>
  <w:style w:type="character" w:styleId="Textsubstituen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F24ED-839E-4302-9C6A-0EB3FC7EB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2</Pages>
  <Words>199</Words>
  <Characters>1690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1886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Levitchi</cp:lastModifiedBy>
  <cp:revision>3</cp:revision>
  <cp:lastPrinted>2022-03-29T08:07:00Z</cp:lastPrinted>
  <dcterms:created xsi:type="dcterms:W3CDTF">2023-12-20T08:27:00Z</dcterms:created>
  <dcterms:modified xsi:type="dcterms:W3CDTF">2024-03-29T09:15:00Z</dcterms:modified>
</cp:coreProperties>
</file>